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36"/>
        <w:gridCol w:w="42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8338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 w:bidi="ar"/>
              </w:rPr>
              <w:t>2018年贵州省鸡蛋检测项目和检测依据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监测项目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检测依据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土霉素</w:t>
            </w:r>
          </w:p>
        </w:tc>
        <w:tc>
          <w:tcPr>
            <w:tcW w:w="4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GB/T21317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金霉素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四环素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甲硝唑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农业部1025号公告-2-2008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多西环素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GB/T21317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红霉素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氟苯尼考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泰乐菌素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环丙沙星</w:t>
            </w:r>
          </w:p>
        </w:tc>
        <w:tc>
          <w:tcPr>
            <w:tcW w:w="4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农业部第781号公告-6-2006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达氟沙星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沙拉沙星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恩诺沙星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洛美沙星</w:t>
            </w:r>
          </w:p>
        </w:tc>
        <w:tc>
          <w:tcPr>
            <w:tcW w:w="4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氧氟沙星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培氟沙星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诺氟沙星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磺胺喹噁啉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1025号公告-15-2008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磺胺甲恶唑</w:t>
            </w:r>
          </w:p>
        </w:tc>
        <w:tc>
          <w:tcPr>
            <w:tcW w:w="4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磺胺嘧啶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磺胺吡啶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磺胺氯哒嗪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磺胺间甲氧嘧啶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磺胺噻唑</w:t>
            </w:r>
          </w:p>
        </w:tc>
        <w:tc>
          <w:tcPr>
            <w:tcW w:w="4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林可霉素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 29685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8338" w:type="dxa"/>
            <w:gridSpan w:val="3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注：部分指标检测可参考文献方法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</w:pPr>
      <w:bookmarkStart w:id="0" w:name="_GoBack"/>
      <w:bookmarkEnd w:id="0"/>
    </w:p>
    <w:sectPr>
      <w:pgSz w:w="11906" w:h="16838"/>
      <w:pgMar w:top="1440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C2BEC"/>
    <w:rsid w:val="1EEC2BEC"/>
    <w:rsid w:val="61181D25"/>
    <w:rsid w:val="6D53502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2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2018-04-23T02:12:00Z</dcterms:created>
  <dc:creator>Administrator</dc:creator>
  <cp:lastModifiedBy>Administrator</cp:lastModifiedBy>
  <cp:lastPrinted>2018-04-23T07:54:37Z</cp:lastPrinted>
  <dcterms:modified xsi:type="dcterms:W3CDTF">2018-04-23T07:54:39Z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